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DC" w:rsidRPr="00C00645" w:rsidRDefault="00DB3CDC" w:rsidP="007007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  <w:r w:rsidRPr="00C00645">
        <w:rPr>
          <w:b/>
          <w:sz w:val="32"/>
          <w:szCs w:val="32"/>
        </w:rPr>
        <w:t xml:space="preserve"> </w:t>
      </w:r>
    </w:p>
    <w:p w:rsidR="00DB3CDC" w:rsidRDefault="00DB3CDC" w:rsidP="007007DE">
      <w:pPr>
        <w:jc w:val="center"/>
        <w:rPr>
          <w:b/>
          <w:smallCaps/>
          <w:sz w:val="34"/>
          <w:szCs w:val="34"/>
        </w:rPr>
      </w:pPr>
      <w:r w:rsidRPr="008E5FE4">
        <w:rPr>
          <w:b/>
          <w:smallCaps/>
          <w:sz w:val="34"/>
          <w:szCs w:val="34"/>
        </w:rPr>
        <w:t>сельского поселения «</w:t>
      </w:r>
      <w:r>
        <w:rPr>
          <w:b/>
          <w:smallCaps/>
          <w:sz w:val="34"/>
          <w:szCs w:val="34"/>
        </w:rPr>
        <w:t>Село Чернышено</w:t>
      </w:r>
      <w:r w:rsidRPr="008E5FE4">
        <w:rPr>
          <w:b/>
          <w:smallCaps/>
          <w:sz w:val="34"/>
          <w:szCs w:val="34"/>
        </w:rPr>
        <w:t>»</w:t>
      </w:r>
    </w:p>
    <w:p w:rsidR="00DB3CDC" w:rsidRDefault="00DB3CDC" w:rsidP="00042E2B">
      <w:pPr>
        <w:jc w:val="center"/>
        <w:rPr>
          <w:b/>
          <w:smallCaps/>
          <w:sz w:val="34"/>
          <w:szCs w:val="34"/>
        </w:rPr>
      </w:pPr>
      <w:r>
        <w:rPr>
          <w:b/>
          <w:smallCaps/>
          <w:sz w:val="34"/>
          <w:szCs w:val="34"/>
        </w:rPr>
        <w:t>Козельского района Калужской области</w:t>
      </w:r>
    </w:p>
    <w:p w:rsidR="00DB3CDC" w:rsidRPr="00042E2B" w:rsidRDefault="00DB3CDC" w:rsidP="00042E2B">
      <w:pPr>
        <w:jc w:val="center"/>
        <w:rPr>
          <w:b/>
          <w:smallCaps/>
          <w:sz w:val="34"/>
          <w:szCs w:val="34"/>
        </w:rPr>
      </w:pPr>
      <w:r>
        <w:rPr>
          <w:b/>
          <w:smallCaps/>
          <w:sz w:val="34"/>
          <w:szCs w:val="34"/>
        </w:rPr>
        <w:t>РЕШЕНИЕ</w:t>
      </w:r>
    </w:p>
    <w:p w:rsidR="00DB3CDC" w:rsidRDefault="00DB3CDC" w:rsidP="007007DE">
      <w:pPr>
        <w:rPr>
          <w:b/>
          <w:sz w:val="48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DB3CDC" w:rsidTr="006F10E2">
        <w:tc>
          <w:tcPr>
            <w:tcW w:w="3190" w:type="dxa"/>
          </w:tcPr>
          <w:p w:rsidR="00DB3CDC" w:rsidRDefault="00DB3CDC" w:rsidP="001501FA">
            <w:r>
              <w:t>22.01.2025 г.</w:t>
            </w:r>
          </w:p>
        </w:tc>
        <w:tc>
          <w:tcPr>
            <w:tcW w:w="3190" w:type="dxa"/>
          </w:tcPr>
          <w:p w:rsidR="00DB3CDC" w:rsidRDefault="00DB3CDC" w:rsidP="006F10E2">
            <w:pPr>
              <w:jc w:val="center"/>
            </w:pPr>
          </w:p>
        </w:tc>
        <w:tc>
          <w:tcPr>
            <w:tcW w:w="3191" w:type="dxa"/>
          </w:tcPr>
          <w:p w:rsidR="00DB3CDC" w:rsidRDefault="00DB3CDC" w:rsidP="006F10E2">
            <w:pPr>
              <w:jc w:val="right"/>
            </w:pPr>
            <w:r>
              <w:t>№ 172</w:t>
            </w:r>
          </w:p>
        </w:tc>
      </w:tr>
      <w:tr w:rsidR="00DB3CDC" w:rsidTr="006F10E2">
        <w:tc>
          <w:tcPr>
            <w:tcW w:w="3190" w:type="dxa"/>
          </w:tcPr>
          <w:p w:rsidR="00DB3CDC" w:rsidRDefault="00DB3CDC" w:rsidP="006F10E2">
            <w:pPr>
              <w:jc w:val="center"/>
            </w:pPr>
          </w:p>
          <w:p w:rsidR="00DB3CDC" w:rsidRDefault="00DB3CDC" w:rsidP="006F10E2">
            <w:pPr>
              <w:jc w:val="center"/>
            </w:pPr>
          </w:p>
        </w:tc>
        <w:tc>
          <w:tcPr>
            <w:tcW w:w="3190" w:type="dxa"/>
          </w:tcPr>
          <w:p w:rsidR="00DB3CDC" w:rsidRDefault="00DB3CDC" w:rsidP="006F10E2">
            <w:pPr>
              <w:jc w:val="center"/>
            </w:pPr>
          </w:p>
        </w:tc>
        <w:tc>
          <w:tcPr>
            <w:tcW w:w="3191" w:type="dxa"/>
          </w:tcPr>
          <w:p w:rsidR="00DB3CDC" w:rsidRDefault="00DB3CDC" w:rsidP="006F10E2">
            <w:pPr>
              <w:jc w:val="right"/>
            </w:pPr>
          </w:p>
        </w:tc>
      </w:tr>
      <w:tr w:rsidR="00DB3CDC" w:rsidTr="006F10E2">
        <w:tc>
          <w:tcPr>
            <w:tcW w:w="3190" w:type="dxa"/>
          </w:tcPr>
          <w:p w:rsidR="00DB3CDC" w:rsidRDefault="00DB3CDC" w:rsidP="006F10E2">
            <w:pPr>
              <w:jc w:val="center"/>
            </w:pPr>
          </w:p>
        </w:tc>
        <w:tc>
          <w:tcPr>
            <w:tcW w:w="3190" w:type="dxa"/>
          </w:tcPr>
          <w:p w:rsidR="00DB3CDC" w:rsidRDefault="00DB3CDC" w:rsidP="006F10E2">
            <w:pPr>
              <w:jc w:val="center"/>
            </w:pPr>
          </w:p>
        </w:tc>
        <w:tc>
          <w:tcPr>
            <w:tcW w:w="3191" w:type="dxa"/>
          </w:tcPr>
          <w:p w:rsidR="00DB3CDC" w:rsidRDefault="00DB3CDC" w:rsidP="006F10E2">
            <w:pPr>
              <w:jc w:val="right"/>
            </w:pPr>
          </w:p>
        </w:tc>
      </w:tr>
    </w:tbl>
    <w:p w:rsidR="00DB3CDC" w:rsidRDefault="00DB3CDC" w:rsidP="007007D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</w:tblGrid>
      <w:tr w:rsidR="00DB3CDC" w:rsidRPr="00F43680" w:rsidTr="006F10E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B3CDC" w:rsidRDefault="00DB3CDC" w:rsidP="006F10E2">
            <w:pPr>
              <w:jc w:val="both"/>
            </w:pPr>
            <w:r>
              <w:rPr>
                <w:sz w:val="26"/>
                <w:szCs w:val="26"/>
              </w:rPr>
              <w:t xml:space="preserve">Об утверждении реестра  казны муниципального имущества муниципального образования сельское поселение «Село Чернышено» на 01.01.2025 г. год.   </w:t>
            </w:r>
          </w:p>
        </w:tc>
      </w:tr>
    </w:tbl>
    <w:p w:rsidR="00DB3CDC" w:rsidRDefault="00DB3CDC" w:rsidP="001E36E9">
      <w:pPr>
        <w:jc w:val="center"/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</w:p>
    <w:p w:rsidR="00DB3CDC" w:rsidRDefault="00DB3CDC" w:rsidP="007007DE">
      <w:pPr>
        <w:jc w:val="both"/>
        <w:rPr>
          <w:b/>
          <w:sz w:val="26"/>
          <w:szCs w:val="26"/>
        </w:rPr>
      </w:pPr>
    </w:p>
    <w:p w:rsidR="00DB3CDC" w:rsidRDefault="00DB3CDC" w:rsidP="00042E2B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6"/>
          <w:szCs w:val="20"/>
          <w:lang w:eastAsia="ru-RU"/>
        </w:rPr>
      </w:pPr>
      <w:r>
        <w:rPr>
          <w:rFonts w:ascii="Times New Roman" w:hAnsi="Times New Roman"/>
          <w:b/>
          <w:sz w:val="26"/>
          <w:szCs w:val="20"/>
          <w:lang w:eastAsia="ru-RU"/>
        </w:rPr>
        <w:t xml:space="preserve">       </w:t>
      </w:r>
      <w:r>
        <w:rPr>
          <w:rFonts w:ascii="Times New Roman" w:hAnsi="Times New Roman"/>
          <w:sz w:val="26"/>
          <w:szCs w:val="20"/>
          <w:lang w:eastAsia="ru-RU"/>
        </w:rPr>
        <w:t>В соответствии с бюджетным кодексом Российской Федерации и Уставом муниципального образования сельское поселение «Село Чернышено», Приказом  Министерства финансов Российской Федерации от10.10.2023, и приведением в соответствие с действующим законодательством ведение реестра казны муниципального имущества, Сельская Дума МО СП «Село Чернышено» РЕШИЛА:</w:t>
      </w:r>
    </w:p>
    <w:p w:rsidR="00DB3CDC" w:rsidRDefault="00DB3CDC" w:rsidP="00042E2B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6"/>
          <w:szCs w:val="20"/>
          <w:lang w:eastAsia="ru-RU"/>
        </w:rPr>
      </w:pPr>
    </w:p>
    <w:p w:rsidR="00DB3CDC" w:rsidRDefault="00DB3CDC" w:rsidP="00042E2B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6"/>
          <w:szCs w:val="20"/>
          <w:lang w:eastAsia="ru-RU"/>
        </w:rPr>
      </w:pPr>
      <w:r>
        <w:rPr>
          <w:rFonts w:ascii="Times New Roman" w:hAnsi="Times New Roman"/>
          <w:sz w:val="26"/>
          <w:szCs w:val="20"/>
          <w:lang w:eastAsia="ru-RU"/>
        </w:rPr>
        <w:t xml:space="preserve">       Утвердить реестр  казны муниципального имущества муниципального образования сельское поселение «Село Чернышено» на 01.01.2025 год.</w:t>
      </w:r>
    </w:p>
    <w:p w:rsidR="00DB3CDC" w:rsidRDefault="00DB3CDC" w:rsidP="00042E2B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6"/>
          <w:szCs w:val="20"/>
          <w:lang w:eastAsia="ru-RU"/>
        </w:rPr>
      </w:pPr>
    </w:p>
    <w:p w:rsidR="00DB3CDC" w:rsidRPr="00042E2B" w:rsidRDefault="00DB3CDC" w:rsidP="00042E2B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0"/>
          <w:lang w:eastAsia="ru-RU"/>
        </w:rPr>
        <w:t xml:space="preserve">     </w:t>
      </w:r>
    </w:p>
    <w:p w:rsidR="00DB3CDC" w:rsidRDefault="00DB3CDC" w:rsidP="0056614F">
      <w:pPr>
        <w:ind w:firstLine="284"/>
        <w:rPr>
          <w:b/>
          <w:sz w:val="26"/>
        </w:rPr>
      </w:pPr>
    </w:p>
    <w:tbl>
      <w:tblPr>
        <w:tblW w:w="0" w:type="auto"/>
        <w:tblLook w:val="00A0"/>
      </w:tblPr>
      <w:tblGrid>
        <w:gridCol w:w="4928"/>
        <w:gridCol w:w="1452"/>
        <w:gridCol w:w="3191"/>
      </w:tblGrid>
      <w:tr w:rsidR="00DB3CDC" w:rsidTr="006F10E2">
        <w:tc>
          <w:tcPr>
            <w:tcW w:w="4928" w:type="dxa"/>
          </w:tcPr>
          <w:p w:rsidR="00DB3CDC" w:rsidRPr="006F10E2" w:rsidRDefault="00DB3CDC" w:rsidP="0056614F">
            <w:pPr>
              <w:rPr>
                <w:b/>
                <w:sz w:val="26"/>
              </w:rPr>
            </w:pPr>
            <w:r w:rsidRPr="006F10E2">
              <w:rPr>
                <w:b/>
                <w:sz w:val="26"/>
              </w:rPr>
              <w:t>Глава муниципального образования</w:t>
            </w:r>
          </w:p>
        </w:tc>
        <w:tc>
          <w:tcPr>
            <w:tcW w:w="1452" w:type="dxa"/>
          </w:tcPr>
          <w:p w:rsidR="00DB3CDC" w:rsidRPr="006F10E2" w:rsidRDefault="00DB3CDC" w:rsidP="0056614F">
            <w:pPr>
              <w:rPr>
                <w:b/>
                <w:sz w:val="26"/>
              </w:rPr>
            </w:pPr>
          </w:p>
        </w:tc>
        <w:tc>
          <w:tcPr>
            <w:tcW w:w="3191" w:type="dxa"/>
          </w:tcPr>
          <w:p w:rsidR="00DB3CDC" w:rsidRPr="006F10E2" w:rsidRDefault="00DB3CDC" w:rsidP="006F10E2">
            <w:pPr>
              <w:jc w:val="right"/>
              <w:rPr>
                <w:b/>
                <w:sz w:val="26"/>
              </w:rPr>
            </w:pPr>
            <w:r w:rsidRPr="006F10E2">
              <w:rPr>
                <w:b/>
                <w:sz w:val="26"/>
              </w:rPr>
              <w:t>Е.И. Кулюкина</w:t>
            </w:r>
          </w:p>
        </w:tc>
      </w:tr>
    </w:tbl>
    <w:p w:rsidR="00DB3CDC" w:rsidRDefault="00DB3CDC" w:rsidP="0056614F">
      <w:pPr>
        <w:ind w:firstLine="284"/>
        <w:rPr>
          <w:b/>
          <w:sz w:val="26"/>
        </w:rPr>
      </w:pPr>
    </w:p>
    <w:p w:rsidR="00DB3CDC" w:rsidRDefault="00DB3CDC" w:rsidP="0056614F">
      <w:pPr>
        <w:ind w:firstLine="284"/>
        <w:rPr>
          <w:b/>
          <w:sz w:val="26"/>
        </w:rPr>
      </w:pP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</w:p>
    <w:sectPr w:rsidR="00DB3CDC" w:rsidSect="002F3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37BE7"/>
    <w:multiLevelType w:val="hybridMultilevel"/>
    <w:tmpl w:val="5B7868F4"/>
    <w:lvl w:ilvl="0" w:tplc="ED127198">
      <w:start w:val="1"/>
      <w:numFmt w:val="decimal"/>
      <w:lvlText w:val="%1."/>
      <w:lvlJc w:val="left"/>
      <w:pPr>
        <w:ind w:left="1797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58949B3"/>
    <w:multiLevelType w:val="hybridMultilevel"/>
    <w:tmpl w:val="462201C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C4E"/>
    <w:rsid w:val="00004782"/>
    <w:rsid w:val="00014478"/>
    <w:rsid w:val="00030B13"/>
    <w:rsid w:val="00030EFD"/>
    <w:rsid w:val="000312BF"/>
    <w:rsid w:val="000407E4"/>
    <w:rsid w:val="00042E2B"/>
    <w:rsid w:val="000518B4"/>
    <w:rsid w:val="00093616"/>
    <w:rsid w:val="000B599E"/>
    <w:rsid w:val="000B7881"/>
    <w:rsid w:val="000E62C1"/>
    <w:rsid w:val="000F2FE5"/>
    <w:rsid w:val="001004A8"/>
    <w:rsid w:val="00102582"/>
    <w:rsid w:val="00111143"/>
    <w:rsid w:val="0011222C"/>
    <w:rsid w:val="00113F14"/>
    <w:rsid w:val="00114D86"/>
    <w:rsid w:val="0011635F"/>
    <w:rsid w:val="00121C5F"/>
    <w:rsid w:val="001251BC"/>
    <w:rsid w:val="00127429"/>
    <w:rsid w:val="00131461"/>
    <w:rsid w:val="00136AB7"/>
    <w:rsid w:val="00141850"/>
    <w:rsid w:val="001501FA"/>
    <w:rsid w:val="00176F5E"/>
    <w:rsid w:val="00190211"/>
    <w:rsid w:val="00191A28"/>
    <w:rsid w:val="00192E2D"/>
    <w:rsid w:val="0019790C"/>
    <w:rsid w:val="001B2730"/>
    <w:rsid w:val="001B40BB"/>
    <w:rsid w:val="001C0E34"/>
    <w:rsid w:val="001D0942"/>
    <w:rsid w:val="001D0CDA"/>
    <w:rsid w:val="001D0F71"/>
    <w:rsid w:val="001D3A35"/>
    <w:rsid w:val="001E36E9"/>
    <w:rsid w:val="001F5236"/>
    <w:rsid w:val="00240A5C"/>
    <w:rsid w:val="00244342"/>
    <w:rsid w:val="0025308B"/>
    <w:rsid w:val="0026096D"/>
    <w:rsid w:val="00262C4E"/>
    <w:rsid w:val="00263387"/>
    <w:rsid w:val="00265357"/>
    <w:rsid w:val="002675D3"/>
    <w:rsid w:val="0027149E"/>
    <w:rsid w:val="002A605B"/>
    <w:rsid w:val="002B32E7"/>
    <w:rsid w:val="002B7325"/>
    <w:rsid w:val="002B79A6"/>
    <w:rsid w:val="002F3925"/>
    <w:rsid w:val="003049FC"/>
    <w:rsid w:val="00355C76"/>
    <w:rsid w:val="0038018A"/>
    <w:rsid w:val="00397261"/>
    <w:rsid w:val="003C10F2"/>
    <w:rsid w:val="003C6852"/>
    <w:rsid w:val="003D13DD"/>
    <w:rsid w:val="003E0DD7"/>
    <w:rsid w:val="003F7529"/>
    <w:rsid w:val="00415E01"/>
    <w:rsid w:val="0041703D"/>
    <w:rsid w:val="004246CD"/>
    <w:rsid w:val="00427964"/>
    <w:rsid w:val="004439E6"/>
    <w:rsid w:val="0047008A"/>
    <w:rsid w:val="00471D68"/>
    <w:rsid w:val="00482A89"/>
    <w:rsid w:val="004841C4"/>
    <w:rsid w:val="00485F7C"/>
    <w:rsid w:val="004B53EB"/>
    <w:rsid w:val="004C0737"/>
    <w:rsid w:val="004E11C0"/>
    <w:rsid w:val="004E5375"/>
    <w:rsid w:val="005225C5"/>
    <w:rsid w:val="00525EEC"/>
    <w:rsid w:val="00536A73"/>
    <w:rsid w:val="005443A3"/>
    <w:rsid w:val="0054589C"/>
    <w:rsid w:val="00564623"/>
    <w:rsid w:val="0056614F"/>
    <w:rsid w:val="00584B79"/>
    <w:rsid w:val="005A762D"/>
    <w:rsid w:val="005B2CAC"/>
    <w:rsid w:val="005C2106"/>
    <w:rsid w:val="005C24C9"/>
    <w:rsid w:val="005C7694"/>
    <w:rsid w:val="005E57A0"/>
    <w:rsid w:val="005E6571"/>
    <w:rsid w:val="005E7951"/>
    <w:rsid w:val="0060066B"/>
    <w:rsid w:val="00607D4D"/>
    <w:rsid w:val="00607E15"/>
    <w:rsid w:val="00617ED2"/>
    <w:rsid w:val="00621024"/>
    <w:rsid w:val="006512E7"/>
    <w:rsid w:val="00653D2F"/>
    <w:rsid w:val="00654B9C"/>
    <w:rsid w:val="006636A8"/>
    <w:rsid w:val="0066422E"/>
    <w:rsid w:val="00666073"/>
    <w:rsid w:val="00672CB6"/>
    <w:rsid w:val="00686F4D"/>
    <w:rsid w:val="00690952"/>
    <w:rsid w:val="00692C57"/>
    <w:rsid w:val="006B1451"/>
    <w:rsid w:val="006B62BA"/>
    <w:rsid w:val="006D2C4E"/>
    <w:rsid w:val="006E01B0"/>
    <w:rsid w:val="006E1539"/>
    <w:rsid w:val="006E5110"/>
    <w:rsid w:val="006F10E2"/>
    <w:rsid w:val="007007DE"/>
    <w:rsid w:val="007034C6"/>
    <w:rsid w:val="007069CB"/>
    <w:rsid w:val="007109A2"/>
    <w:rsid w:val="00715C81"/>
    <w:rsid w:val="00720E84"/>
    <w:rsid w:val="00721B4D"/>
    <w:rsid w:val="0072318F"/>
    <w:rsid w:val="00726F68"/>
    <w:rsid w:val="0073152B"/>
    <w:rsid w:val="007319AB"/>
    <w:rsid w:val="007406ED"/>
    <w:rsid w:val="007645D9"/>
    <w:rsid w:val="00765265"/>
    <w:rsid w:val="007A0043"/>
    <w:rsid w:val="007A2360"/>
    <w:rsid w:val="007A3089"/>
    <w:rsid w:val="007A6324"/>
    <w:rsid w:val="007A6395"/>
    <w:rsid w:val="007B40D2"/>
    <w:rsid w:val="007B79D6"/>
    <w:rsid w:val="007C2E44"/>
    <w:rsid w:val="007E35D3"/>
    <w:rsid w:val="007F3395"/>
    <w:rsid w:val="007F7A55"/>
    <w:rsid w:val="00801633"/>
    <w:rsid w:val="008124CF"/>
    <w:rsid w:val="008546F2"/>
    <w:rsid w:val="00881AE3"/>
    <w:rsid w:val="008B45C4"/>
    <w:rsid w:val="008C3D65"/>
    <w:rsid w:val="008C7F89"/>
    <w:rsid w:val="008E28F9"/>
    <w:rsid w:val="008E5FE4"/>
    <w:rsid w:val="008E6F85"/>
    <w:rsid w:val="008F2E02"/>
    <w:rsid w:val="00903408"/>
    <w:rsid w:val="00913CD6"/>
    <w:rsid w:val="00916968"/>
    <w:rsid w:val="00917EC2"/>
    <w:rsid w:val="00995A46"/>
    <w:rsid w:val="00997973"/>
    <w:rsid w:val="009A6D3A"/>
    <w:rsid w:val="009B14D7"/>
    <w:rsid w:val="009C5686"/>
    <w:rsid w:val="009C7002"/>
    <w:rsid w:val="009C75A3"/>
    <w:rsid w:val="009E269A"/>
    <w:rsid w:val="009F47D0"/>
    <w:rsid w:val="00A05D85"/>
    <w:rsid w:val="00A23039"/>
    <w:rsid w:val="00A245B4"/>
    <w:rsid w:val="00A31246"/>
    <w:rsid w:val="00A339FA"/>
    <w:rsid w:val="00A34BE8"/>
    <w:rsid w:val="00A3582D"/>
    <w:rsid w:val="00A47568"/>
    <w:rsid w:val="00A50163"/>
    <w:rsid w:val="00A65B75"/>
    <w:rsid w:val="00A7092F"/>
    <w:rsid w:val="00A77779"/>
    <w:rsid w:val="00A93B4E"/>
    <w:rsid w:val="00AB2065"/>
    <w:rsid w:val="00AB4193"/>
    <w:rsid w:val="00AB443E"/>
    <w:rsid w:val="00AC70DC"/>
    <w:rsid w:val="00AE4543"/>
    <w:rsid w:val="00AF52E7"/>
    <w:rsid w:val="00AF5C91"/>
    <w:rsid w:val="00AF6A00"/>
    <w:rsid w:val="00B30E4D"/>
    <w:rsid w:val="00B57811"/>
    <w:rsid w:val="00B65BD4"/>
    <w:rsid w:val="00B70E09"/>
    <w:rsid w:val="00B75C42"/>
    <w:rsid w:val="00B8537A"/>
    <w:rsid w:val="00B90ECE"/>
    <w:rsid w:val="00BA0E2A"/>
    <w:rsid w:val="00BC398B"/>
    <w:rsid w:val="00BD1D6A"/>
    <w:rsid w:val="00BE39D6"/>
    <w:rsid w:val="00BF06BA"/>
    <w:rsid w:val="00BF304D"/>
    <w:rsid w:val="00C00645"/>
    <w:rsid w:val="00C06092"/>
    <w:rsid w:val="00C0646C"/>
    <w:rsid w:val="00C112E6"/>
    <w:rsid w:val="00C24EFF"/>
    <w:rsid w:val="00C27A9B"/>
    <w:rsid w:val="00C4316E"/>
    <w:rsid w:val="00C460B8"/>
    <w:rsid w:val="00C50BB6"/>
    <w:rsid w:val="00C529F0"/>
    <w:rsid w:val="00C54CD5"/>
    <w:rsid w:val="00C61934"/>
    <w:rsid w:val="00C759EA"/>
    <w:rsid w:val="00C7703B"/>
    <w:rsid w:val="00C91BAD"/>
    <w:rsid w:val="00C91FE4"/>
    <w:rsid w:val="00CA269F"/>
    <w:rsid w:val="00CB3932"/>
    <w:rsid w:val="00CC0171"/>
    <w:rsid w:val="00CC4783"/>
    <w:rsid w:val="00CC4A22"/>
    <w:rsid w:val="00CD73FE"/>
    <w:rsid w:val="00CE05E6"/>
    <w:rsid w:val="00CF0F0C"/>
    <w:rsid w:val="00D142DF"/>
    <w:rsid w:val="00D1693A"/>
    <w:rsid w:val="00D35E8C"/>
    <w:rsid w:val="00D45260"/>
    <w:rsid w:val="00D4626F"/>
    <w:rsid w:val="00D52E92"/>
    <w:rsid w:val="00D6303F"/>
    <w:rsid w:val="00D763AB"/>
    <w:rsid w:val="00D912F6"/>
    <w:rsid w:val="00DB3CDC"/>
    <w:rsid w:val="00DB408B"/>
    <w:rsid w:val="00DB63C7"/>
    <w:rsid w:val="00DD21A9"/>
    <w:rsid w:val="00DD317D"/>
    <w:rsid w:val="00DD5988"/>
    <w:rsid w:val="00DE5D68"/>
    <w:rsid w:val="00E13009"/>
    <w:rsid w:val="00E16A8C"/>
    <w:rsid w:val="00E22E80"/>
    <w:rsid w:val="00E3725B"/>
    <w:rsid w:val="00E646E9"/>
    <w:rsid w:val="00E72F0D"/>
    <w:rsid w:val="00E731A6"/>
    <w:rsid w:val="00E7328E"/>
    <w:rsid w:val="00E8108E"/>
    <w:rsid w:val="00E943B6"/>
    <w:rsid w:val="00E96662"/>
    <w:rsid w:val="00E97598"/>
    <w:rsid w:val="00E97A8E"/>
    <w:rsid w:val="00EA013B"/>
    <w:rsid w:val="00EB1E14"/>
    <w:rsid w:val="00EB6358"/>
    <w:rsid w:val="00EC7398"/>
    <w:rsid w:val="00EE6C74"/>
    <w:rsid w:val="00EF02FE"/>
    <w:rsid w:val="00F05BF1"/>
    <w:rsid w:val="00F229A7"/>
    <w:rsid w:val="00F26190"/>
    <w:rsid w:val="00F347B5"/>
    <w:rsid w:val="00F373D8"/>
    <w:rsid w:val="00F43680"/>
    <w:rsid w:val="00F44DC5"/>
    <w:rsid w:val="00F46180"/>
    <w:rsid w:val="00F524DB"/>
    <w:rsid w:val="00F52993"/>
    <w:rsid w:val="00F54D66"/>
    <w:rsid w:val="00F646E5"/>
    <w:rsid w:val="00F77CDD"/>
    <w:rsid w:val="00FC1CAE"/>
    <w:rsid w:val="00FE2BE4"/>
    <w:rsid w:val="00FE6874"/>
    <w:rsid w:val="00FE7C77"/>
    <w:rsid w:val="00FF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7DE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007DE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7007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locked/>
    <w:rsid w:val="001E36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125</Words>
  <Characters>717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2025-02-07T12:43:00Z</cp:lastPrinted>
  <dcterms:created xsi:type="dcterms:W3CDTF">2020-10-02T12:44:00Z</dcterms:created>
  <dcterms:modified xsi:type="dcterms:W3CDTF">2025-02-07T12:43:00Z</dcterms:modified>
</cp:coreProperties>
</file>